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4820"/>
        <w:gridCol w:w="5245"/>
      </w:tblGrid>
      <w:tr w:rsidR="000348ED" w:rsidRPr="003942FF" w14:paraId="49458B90" w14:textId="77777777" w:rsidTr="009A644A">
        <w:tc>
          <w:tcPr>
            <w:tcW w:w="4820" w:type="dxa"/>
          </w:tcPr>
          <w:p w14:paraId="3BCA36F2" w14:textId="77777777" w:rsidR="000348ED" w:rsidRPr="0025258A" w:rsidRDefault="005D05AC" w:rsidP="00484B6B">
            <w:pPr>
              <w:tabs>
                <w:tab w:val="left" w:pos="851"/>
              </w:tabs>
              <w:rPr>
                <w:rFonts w:ascii="Calibri" w:hAnsi="Calibri"/>
              </w:rPr>
            </w:pPr>
            <w:r w:rsidRPr="0025258A">
              <w:rPr>
                <w:rFonts w:ascii="Calibri" w:hAnsi="Calibri"/>
              </w:rPr>
              <w:t>From:</w:t>
            </w:r>
            <w:r w:rsidRPr="0025258A">
              <w:rPr>
                <w:rFonts w:ascii="Calibri" w:hAnsi="Calibri"/>
              </w:rPr>
              <w:tab/>
            </w:r>
            <w:r w:rsidR="00484B6B">
              <w:rPr>
                <w:rFonts w:ascii="Calibri" w:hAnsi="Calibri"/>
              </w:rPr>
              <w:t>ARM</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245" w:type="dxa"/>
          </w:tcPr>
          <w:p w14:paraId="57AAA9EB" w14:textId="47E679A6" w:rsidR="000348ED" w:rsidRPr="0025258A" w:rsidRDefault="00480AC4" w:rsidP="00F87CCA">
            <w:pPr>
              <w:jc w:val="right"/>
              <w:rPr>
                <w:rFonts w:ascii="Calibri" w:hAnsi="Calibri"/>
              </w:rPr>
            </w:pPr>
            <w:r>
              <w:rPr>
                <w:rFonts w:ascii="Calibri" w:hAnsi="Calibri"/>
              </w:rPr>
              <w:t>PAP44-6.1.5.3</w:t>
            </w:r>
          </w:p>
        </w:tc>
      </w:tr>
      <w:tr w:rsidR="000348ED" w:rsidRPr="00E66034" w14:paraId="2B5A0472" w14:textId="77777777" w:rsidTr="009A644A">
        <w:tc>
          <w:tcPr>
            <w:tcW w:w="4820" w:type="dxa"/>
          </w:tcPr>
          <w:p w14:paraId="0C08026F" w14:textId="77777777" w:rsidR="000348ED" w:rsidRPr="0025258A" w:rsidRDefault="005D05AC" w:rsidP="00285924">
            <w:pPr>
              <w:tabs>
                <w:tab w:val="left" w:pos="851"/>
              </w:tabs>
              <w:rPr>
                <w:rFonts w:ascii="Calibri" w:hAnsi="Calibri"/>
              </w:rPr>
            </w:pPr>
            <w:r w:rsidRPr="0025258A">
              <w:rPr>
                <w:rFonts w:ascii="Calibri" w:hAnsi="Calibri"/>
              </w:rPr>
              <w:t>To:</w:t>
            </w:r>
            <w:r w:rsidRPr="0025258A">
              <w:rPr>
                <w:rFonts w:ascii="Calibri" w:hAnsi="Calibri"/>
              </w:rPr>
              <w:tab/>
            </w:r>
            <w:r w:rsidR="00AF24EF">
              <w:rPr>
                <w:rFonts w:ascii="Calibri" w:hAnsi="Calibri"/>
              </w:rPr>
              <w:t>PAP</w:t>
            </w:r>
            <w:r w:rsidR="00327DEC">
              <w:rPr>
                <w:rFonts w:ascii="Calibri" w:hAnsi="Calibri"/>
              </w:rPr>
              <w:t>,</w:t>
            </w:r>
            <w:r w:rsidR="0062780E">
              <w:rPr>
                <w:rFonts w:ascii="Calibri" w:hAnsi="Calibri"/>
              </w:rPr>
              <w:t xml:space="preserve"> MASS Task Force</w:t>
            </w:r>
          </w:p>
        </w:tc>
        <w:tc>
          <w:tcPr>
            <w:tcW w:w="5245" w:type="dxa"/>
          </w:tcPr>
          <w:p w14:paraId="2A521E1D" w14:textId="77777777" w:rsidR="000348ED" w:rsidRPr="0025258A" w:rsidRDefault="0062780E" w:rsidP="00B71C17">
            <w:pPr>
              <w:jc w:val="right"/>
              <w:rPr>
                <w:rFonts w:ascii="Calibri" w:hAnsi="Calibri"/>
              </w:rPr>
            </w:pPr>
            <w:r>
              <w:rPr>
                <w:rFonts w:ascii="Calibri" w:hAnsi="Calibri"/>
              </w:rPr>
              <w:t xml:space="preserve">26 </w:t>
            </w:r>
            <w:r w:rsidR="00F87CCA">
              <w:rPr>
                <w:rFonts w:ascii="Calibri" w:hAnsi="Calibri"/>
              </w:rPr>
              <w:t>Oct. 21</w:t>
            </w:r>
          </w:p>
        </w:tc>
      </w:tr>
    </w:tbl>
    <w:p w14:paraId="37694EF3"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5E068955" w14:textId="77777777" w:rsidR="000348ED" w:rsidRPr="00E66034" w:rsidRDefault="0062780E" w:rsidP="005D05AC">
      <w:pPr>
        <w:pStyle w:val="Title"/>
        <w:spacing w:after="120"/>
        <w:rPr>
          <w:rFonts w:ascii="Calibri" w:hAnsi="Calibri"/>
          <w:color w:val="00558C"/>
        </w:rPr>
      </w:pPr>
      <w:r>
        <w:rPr>
          <w:rFonts w:ascii="Calibri" w:hAnsi="Calibri"/>
          <w:color w:val="00558C"/>
        </w:rPr>
        <w:t xml:space="preserve">ARM approach to MASS </w:t>
      </w:r>
    </w:p>
    <w:p w14:paraId="3BCF5F8A" w14:textId="77777777" w:rsidR="0064435F" w:rsidRPr="00E66034" w:rsidRDefault="0064435F" w:rsidP="00E66034">
      <w:pPr>
        <w:pStyle w:val="Heading1"/>
      </w:pPr>
      <w:r w:rsidRPr="00E66034">
        <w:t>Introduction</w:t>
      </w:r>
    </w:p>
    <w:p w14:paraId="1D910CEC" w14:textId="77777777" w:rsidR="00484B6B" w:rsidRDefault="00CA72C5" w:rsidP="00484B6B">
      <w:pPr>
        <w:pStyle w:val="BodyText"/>
        <w:rPr>
          <w:rFonts w:asciiTheme="minorHAnsi" w:hAnsiTheme="minorHAnsi" w:cstheme="minorHAnsi"/>
          <w:lang w:eastAsia="de-DE"/>
        </w:rPr>
      </w:pPr>
      <w:r>
        <w:rPr>
          <w:rFonts w:asciiTheme="minorHAnsi" w:hAnsiTheme="minorHAnsi" w:cstheme="minorHAnsi"/>
          <w:lang w:eastAsia="de-DE"/>
        </w:rPr>
        <w:t xml:space="preserve">The ARM Committee </w:t>
      </w:r>
      <w:r w:rsidR="009A644A">
        <w:rPr>
          <w:rFonts w:asciiTheme="minorHAnsi" w:hAnsiTheme="minorHAnsi" w:cstheme="minorHAnsi"/>
          <w:lang w:eastAsia="de-DE"/>
        </w:rPr>
        <w:t xml:space="preserve">has </w:t>
      </w:r>
      <w:r w:rsidR="00AF24EF">
        <w:rPr>
          <w:rFonts w:asciiTheme="minorHAnsi" w:hAnsiTheme="minorHAnsi" w:cstheme="minorHAnsi"/>
          <w:lang w:eastAsia="de-DE"/>
        </w:rPr>
        <w:t xml:space="preserve">reviewed the </w:t>
      </w:r>
      <w:r w:rsidR="0062780E">
        <w:rPr>
          <w:rFonts w:asciiTheme="minorHAnsi" w:hAnsiTheme="minorHAnsi" w:cstheme="minorHAnsi"/>
          <w:lang w:eastAsia="de-DE"/>
        </w:rPr>
        <w:t>Input from VTS and ENAV committees on MASS as well as the output from the MASS workshop. ARM have considered international developments other than IMO activity which show a introduction of level 3 vessels either in domestic operations or internationally in the non SOLAS vessel types ie less than 24metres or 300 tonnes. Numerous nations are changing domestic law in advance of any IMO agreements to recognise MASS (of any size) and the role of remote operating centres in the Masters role .</w:t>
      </w:r>
      <w:r w:rsidR="00564DF3">
        <w:rPr>
          <w:rFonts w:asciiTheme="minorHAnsi" w:hAnsiTheme="minorHAnsi" w:cstheme="minorHAnsi"/>
          <w:lang w:eastAsia="de-DE"/>
        </w:rPr>
        <w:t xml:space="preserve"> Smaller level 4 (largely data acquisition) vessels are also in use globally.</w:t>
      </w:r>
    </w:p>
    <w:p w14:paraId="60A980C4" w14:textId="77777777" w:rsidR="009A644A" w:rsidRDefault="009A644A" w:rsidP="009B31F7">
      <w:pPr>
        <w:pStyle w:val="Heading1"/>
      </w:pPr>
      <w:r>
        <w:t>Comments</w:t>
      </w:r>
    </w:p>
    <w:p w14:paraId="61BDC089" w14:textId="77777777" w:rsidR="00564DF3" w:rsidRDefault="00564DF3" w:rsidP="009A644A">
      <w:pPr>
        <w:rPr>
          <w:rFonts w:asciiTheme="minorHAnsi" w:hAnsiTheme="minorHAnsi" w:cstheme="minorHAnsi"/>
          <w:lang w:eastAsia="de-DE"/>
        </w:rPr>
      </w:pPr>
      <w:r>
        <w:rPr>
          <w:rFonts w:asciiTheme="minorHAnsi" w:hAnsiTheme="minorHAnsi" w:cstheme="minorHAnsi"/>
          <w:lang w:eastAsia="de-DE"/>
        </w:rPr>
        <w:t>Taking these developments into account ARM is taking the following approach to MASS.</w:t>
      </w:r>
    </w:p>
    <w:p w14:paraId="47901FBC" w14:textId="77777777" w:rsidR="00564DF3" w:rsidRDefault="00564DF3" w:rsidP="009A644A">
      <w:pPr>
        <w:rPr>
          <w:rFonts w:asciiTheme="minorHAnsi" w:hAnsiTheme="minorHAnsi" w:cstheme="minorHAnsi"/>
          <w:lang w:eastAsia="de-DE"/>
        </w:rPr>
      </w:pPr>
    </w:p>
    <w:p w14:paraId="7F1E5293" w14:textId="240AB53A" w:rsidR="00564DF3" w:rsidRPr="00327DEC" w:rsidRDefault="00564DF3" w:rsidP="00327DEC">
      <w:pPr>
        <w:pStyle w:val="ListParagraph"/>
        <w:numPr>
          <w:ilvl w:val="0"/>
          <w:numId w:val="26"/>
        </w:numPr>
        <w:rPr>
          <w:rFonts w:asciiTheme="minorHAnsi" w:hAnsiTheme="minorHAnsi" w:cstheme="minorHAnsi"/>
          <w:lang w:eastAsia="de-DE"/>
        </w:rPr>
      </w:pPr>
      <w:r w:rsidRPr="00327DEC">
        <w:rPr>
          <w:rFonts w:asciiTheme="minorHAnsi" w:hAnsiTheme="minorHAnsi" w:cstheme="minorHAnsi"/>
          <w:lang w:eastAsia="de-DE"/>
        </w:rPr>
        <w:t>The maritime buoyage system R1001 has been  reviewed and includes reference to its applicability to  MASS and the expectation that MASS vessels will utilise the Aton referenced in the document.</w:t>
      </w:r>
      <w:r w:rsidR="00327DEC">
        <w:rPr>
          <w:rFonts w:asciiTheme="minorHAnsi" w:hAnsiTheme="minorHAnsi" w:cstheme="minorHAnsi"/>
          <w:lang w:eastAsia="de-DE"/>
        </w:rPr>
        <w:t xml:space="preserve"> This being on the basis that the MBS applies to Ato</w:t>
      </w:r>
      <w:r w:rsidR="00EC7D1B">
        <w:rPr>
          <w:rFonts w:asciiTheme="minorHAnsi" w:hAnsiTheme="minorHAnsi" w:cstheme="minorHAnsi"/>
          <w:lang w:eastAsia="de-DE"/>
        </w:rPr>
        <w:t>N</w:t>
      </w:r>
      <w:r w:rsidR="00327DEC">
        <w:rPr>
          <w:rFonts w:asciiTheme="minorHAnsi" w:hAnsiTheme="minorHAnsi" w:cstheme="minorHAnsi"/>
          <w:lang w:eastAsia="de-DE"/>
        </w:rPr>
        <w:t xml:space="preserve"> provision for all vessels </w:t>
      </w:r>
      <w:r w:rsidR="00EC7D1B">
        <w:rPr>
          <w:rFonts w:asciiTheme="minorHAnsi" w:hAnsiTheme="minorHAnsi" w:cstheme="minorHAnsi"/>
          <w:lang w:eastAsia="de-DE"/>
        </w:rPr>
        <w:t>(</w:t>
      </w:r>
      <w:r w:rsidR="00327DEC">
        <w:rPr>
          <w:rFonts w:asciiTheme="minorHAnsi" w:hAnsiTheme="minorHAnsi" w:cstheme="minorHAnsi"/>
          <w:lang w:eastAsia="de-DE"/>
        </w:rPr>
        <w:t>SOLAS and non SOLAS</w:t>
      </w:r>
      <w:r w:rsidR="00EC7D1B">
        <w:rPr>
          <w:rFonts w:asciiTheme="minorHAnsi" w:hAnsiTheme="minorHAnsi" w:cstheme="minorHAnsi"/>
          <w:lang w:eastAsia="de-DE"/>
        </w:rPr>
        <w:t>).</w:t>
      </w:r>
    </w:p>
    <w:p w14:paraId="4952C517" w14:textId="77777777" w:rsidR="00564DF3" w:rsidRDefault="00564DF3" w:rsidP="009A644A">
      <w:pPr>
        <w:rPr>
          <w:rFonts w:asciiTheme="minorHAnsi" w:hAnsiTheme="minorHAnsi" w:cstheme="minorHAnsi"/>
          <w:lang w:eastAsia="de-DE"/>
        </w:rPr>
      </w:pPr>
    </w:p>
    <w:p w14:paraId="075FEE95" w14:textId="6738EC3B" w:rsidR="00564DF3" w:rsidRPr="00327DEC" w:rsidRDefault="00564DF3" w:rsidP="00327DEC">
      <w:pPr>
        <w:pStyle w:val="ListParagraph"/>
        <w:numPr>
          <w:ilvl w:val="0"/>
          <w:numId w:val="26"/>
        </w:numPr>
        <w:rPr>
          <w:rFonts w:asciiTheme="minorHAnsi" w:hAnsiTheme="minorHAnsi" w:cstheme="minorHAnsi"/>
          <w:lang w:eastAsia="de-DE"/>
        </w:rPr>
      </w:pPr>
      <w:r w:rsidRPr="00327DEC">
        <w:rPr>
          <w:rFonts w:asciiTheme="minorHAnsi" w:hAnsiTheme="minorHAnsi" w:cstheme="minorHAnsi"/>
          <w:lang w:eastAsia="de-DE"/>
        </w:rPr>
        <w:t>All review</w:t>
      </w:r>
      <w:r w:rsidR="00327DEC">
        <w:rPr>
          <w:rFonts w:asciiTheme="minorHAnsi" w:hAnsiTheme="minorHAnsi" w:cstheme="minorHAnsi"/>
          <w:lang w:eastAsia="de-DE"/>
        </w:rPr>
        <w:t>s</w:t>
      </w:r>
      <w:r w:rsidRPr="00327DEC">
        <w:rPr>
          <w:rFonts w:asciiTheme="minorHAnsi" w:hAnsiTheme="minorHAnsi" w:cstheme="minorHAnsi"/>
          <w:lang w:eastAsia="de-DE"/>
        </w:rPr>
        <w:t xml:space="preserve"> of ARM managed documents will include consideration on MASS and inclusion of appropriate statements where applicable</w:t>
      </w:r>
      <w:r w:rsidR="008F02A0">
        <w:rPr>
          <w:rFonts w:asciiTheme="minorHAnsi" w:hAnsiTheme="minorHAnsi" w:cstheme="minorHAnsi"/>
          <w:lang w:eastAsia="de-DE"/>
        </w:rPr>
        <w:t xml:space="preserve"> with the understanding that MASS is</w:t>
      </w:r>
      <w:r w:rsidR="00EC7D1B">
        <w:rPr>
          <w:rFonts w:asciiTheme="minorHAnsi" w:hAnsiTheme="minorHAnsi" w:cstheme="minorHAnsi"/>
          <w:lang w:eastAsia="de-DE"/>
        </w:rPr>
        <w:t xml:space="preserve"> </w:t>
      </w:r>
      <w:r w:rsidR="00190FDA">
        <w:rPr>
          <w:rFonts w:asciiTheme="minorHAnsi" w:hAnsiTheme="minorHAnsi" w:cstheme="minorHAnsi"/>
          <w:lang w:eastAsia="de-DE"/>
        </w:rPr>
        <w:t>starting to become</w:t>
      </w:r>
      <w:r w:rsidR="008F02A0">
        <w:rPr>
          <w:rFonts w:asciiTheme="minorHAnsi" w:hAnsiTheme="minorHAnsi" w:cstheme="minorHAnsi"/>
          <w:lang w:eastAsia="de-DE"/>
        </w:rPr>
        <w:t xml:space="preserve"> part of the maritime traffic mix alongside crewed vessels</w:t>
      </w:r>
      <w:r w:rsidRPr="00327DEC">
        <w:rPr>
          <w:rFonts w:asciiTheme="minorHAnsi" w:hAnsiTheme="minorHAnsi" w:cstheme="minorHAnsi"/>
          <w:lang w:eastAsia="de-DE"/>
        </w:rPr>
        <w:t>.</w:t>
      </w:r>
    </w:p>
    <w:p w14:paraId="06507AD6" w14:textId="77777777" w:rsidR="00564DF3" w:rsidRDefault="00564DF3" w:rsidP="009A644A">
      <w:pPr>
        <w:rPr>
          <w:rFonts w:asciiTheme="minorHAnsi" w:hAnsiTheme="minorHAnsi" w:cstheme="minorHAnsi"/>
          <w:lang w:eastAsia="de-DE"/>
        </w:rPr>
      </w:pPr>
    </w:p>
    <w:p w14:paraId="588519C4" w14:textId="77777777" w:rsidR="00190FDA" w:rsidRDefault="00190FDA" w:rsidP="00564DF3">
      <w:pPr>
        <w:pStyle w:val="ListParagraph"/>
        <w:numPr>
          <w:ilvl w:val="0"/>
          <w:numId w:val="26"/>
        </w:numPr>
        <w:rPr>
          <w:rFonts w:asciiTheme="minorHAnsi" w:hAnsiTheme="minorHAnsi" w:cstheme="minorHAnsi"/>
          <w:lang w:eastAsia="de-DE"/>
        </w:rPr>
      </w:pPr>
      <w:r>
        <w:rPr>
          <w:rFonts w:asciiTheme="minorHAnsi" w:hAnsiTheme="minorHAnsi" w:cstheme="minorHAnsi"/>
          <w:lang w:eastAsia="de-DE"/>
        </w:rPr>
        <w:t>ARM will develop a policy statement on AtoN requirement and management with regard to MASS</w:t>
      </w:r>
    </w:p>
    <w:p w14:paraId="053A4C9F" w14:textId="77777777" w:rsidR="00190FDA" w:rsidRPr="00190FDA" w:rsidRDefault="00190FDA" w:rsidP="00190FDA">
      <w:pPr>
        <w:pStyle w:val="ListParagraph"/>
        <w:rPr>
          <w:rFonts w:asciiTheme="minorHAnsi" w:hAnsiTheme="minorHAnsi" w:cstheme="minorHAnsi"/>
          <w:lang w:eastAsia="de-DE"/>
        </w:rPr>
      </w:pPr>
    </w:p>
    <w:p w14:paraId="289A3020" w14:textId="62DE62F2" w:rsidR="00564DF3" w:rsidRDefault="00564DF3" w:rsidP="00564DF3">
      <w:pPr>
        <w:pStyle w:val="ListParagraph"/>
        <w:numPr>
          <w:ilvl w:val="0"/>
          <w:numId w:val="26"/>
        </w:numPr>
        <w:rPr>
          <w:rFonts w:asciiTheme="minorHAnsi" w:hAnsiTheme="minorHAnsi" w:cstheme="minorHAnsi"/>
          <w:lang w:eastAsia="de-DE"/>
        </w:rPr>
      </w:pPr>
      <w:r w:rsidRPr="00327DEC">
        <w:rPr>
          <w:rFonts w:asciiTheme="minorHAnsi" w:hAnsiTheme="minorHAnsi" w:cstheme="minorHAnsi"/>
          <w:lang w:eastAsia="de-DE"/>
        </w:rPr>
        <w:t>Specific guidance for Ato</w:t>
      </w:r>
      <w:r w:rsidR="00EC7D1B">
        <w:rPr>
          <w:rFonts w:asciiTheme="minorHAnsi" w:hAnsiTheme="minorHAnsi" w:cstheme="minorHAnsi"/>
          <w:lang w:eastAsia="de-DE"/>
        </w:rPr>
        <w:t xml:space="preserve">N </w:t>
      </w:r>
      <w:r w:rsidRPr="00327DEC">
        <w:rPr>
          <w:rFonts w:asciiTheme="minorHAnsi" w:hAnsiTheme="minorHAnsi" w:cstheme="minorHAnsi"/>
          <w:lang w:eastAsia="de-DE"/>
        </w:rPr>
        <w:t>authorities on MASS is being developed where gaps in existing recommendations and guidelines are identified.</w:t>
      </w:r>
      <w:r>
        <w:rPr>
          <w:rFonts w:asciiTheme="minorHAnsi" w:hAnsiTheme="minorHAnsi" w:cstheme="minorHAnsi"/>
          <w:lang w:eastAsia="de-DE"/>
        </w:rPr>
        <w:t xml:space="preserve"> Where feasible these will be cross committee to avoid proliferation of MASS specific documents.</w:t>
      </w:r>
    </w:p>
    <w:p w14:paraId="3E351697" w14:textId="77777777" w:rsidR="008F02A0" w:rsidRPr="00327DEC" w:rsidRDefault="008F02A0" w:rsidP="00327DEC">
      <w:pPr>
        <w:pStyle w:val="ListParagraph"/>
        <w:rPr>
          <w:rFonts w:asciiTheme="minorHAnsi" w:hAnsiTheme="minorHAnsi" w:cstheme="minorHAnsi"/>
          <w:lang w:eastAsia="de-DE"/>
        </w:rPr>
      </w:pPr>
    </w:p>
    <w:p w14:paraId="15B065F7" w14:textId="77777777" w:rsidR="008F02A0" w:rsidRPr="00327DEC" w:rsidRDefault="008F02A0" w:rsidP="00327DEC">
      <w:pPr>
        <w:pStyle w:val="ListParagraph"/>
        <w:numPr>
          <w:ilvl w:val="0"/>
          <w:numId w:val="26"/>
        </w:numPr>
        <w:rPr>
          <w:rFonts w:asciiTheme="minorHAnsi" w:hAnsiTheme="minorHAnsi" w:cstheme="minorHAnsi"/>
          <w:lang w:eastAsia="de-DE"/>
        </w:rPr>
      </w:pPr>
      <w:r>
        <w:rPr>
          <w:rFonts w:asciiTheme="minorHAnsi" w:hAnsiTheme="minorHAnsi" w:cstheme="minorHAnsi"/>
          <w:lang w:eastAsia="de-DE"/>
        </w:rPr>
        <w:t>The ARM task plan for 2023 to 2027 will include MASS related activity.</w:t>
      </w:r>
    </w:p>
    <w:p w14:paraId="2B4476AB" w14:textId="77777777" w:rsidR="00564DF3" w:rsidRDefault="00564DF3" w:rsidP="009A644A">
      <w:pPr>
        <w:rPr>
          <w:rFonts w:asciiTheme="minorHAnsi" w:hAnsiTheme="minorHAnsi" w:cstheme="minorHAnsi"/>
          <w:lang w:eastAsia="de-DE"/>
        </w:rPr>
      </w:pPr>
    </w:p>
    <w:p w14:paraId="7C8951F6" w14:textId="77777777" w:rsidR="009F5C36" w:rsidRPr="009B31F7" w:rsidRDefault="00564DF3" w:rsidP="009B31F7">
      <w:pPr>
        <w:pStyle w:val="Heading1"/>
      </w:pPr>
      <w:r>
        <w:rPr>
          <w:rFonts w:asciiTheme="minorHAnsi" w:hAnsiTheme="minorHAnsi" w:cstheme="minorHAnsi"/>
        </w:rPr>
        <w:t xml:space="preserve"> </w:t>
      </w:r>
      <w:r w:rsidR="00AA76C0" w:rsidRPr="009B31F7">
        <w:t>Action requested</w:t>
      </w:r>
    </w:p>
    <w:p w14:paraId="7C2423EA" w14:textId="1459128F" w:rsidR="00504D19" w:rsidRPr="00504D19" w:rsidRDefault="00803785" w:rsidP="00084501">
      <w:pPr>
        <w:pStyle w:val="BodyText"/>
        <w:numPr>
          <w:ilvl w:val="0"/>
          <w:numId w:val="25"/>
        </w:numPr>
        <w:rPr>
          <w:rFonts w:asciiTheme="minorHAnsi" w:hAnsiTheme="minorHAnsi" w:cstheme="minorHAnsi"/>
        </w:rPr>
      </w:pPr>
      <w:r w:rsidRPr="00803785">
        <w:rPr>
          <w:rFonts w:asciiTheme="minorHAnsi" w:hAnsiTheme="minorHAnsi" w:cstheme="minorHAnsi"/>
        </w:rPr>
        <w:t>The Committees are requested to note this liaison.</w:t>
      </w:r>
    </w:p>
    <w:sectPr w:rsidR="00504D19" w:rsidRPr="00504D19"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A7671" w14:textId="77777777" w:rsidR="0017083D" w:rsidRDefault="0017083D" w:rsidP="00002906">
      <w:r>
        <w:separator/>
      </w:r>
    </w:p>
  </w:endnote>
  <w:endnote w:type="continuationSeparator" w:id="0">
    <w:p w14:paraId="641C1ACD" w14:textId="77777777" w:rsidR="0017083D" w:rsidRDefault="0017083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1B95F" w14:textId="77777777" w:rsidR="007550BA" w:rsidRDefault="00755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F24A6" w14:textId="77777777" w:rsidR="00002906" w:rsidRDefault="00002906">
    <w:pPr>
      <w:pStyle w:val="Footer"/>
    </w:pPr>
    <w:r>
      <w:tab/>
    </w:r>
    <w:r>
      <w:fldChar w:fldCharType="begin"/>
    </w:r>
    <w:r>
      <w:instrText xml:space="preserve"> PAGE   \* MERGEFORMAT </w:instrText>
    </w:r>
    <w:r>
      <w:fldChar w:fldCharType="separate"/>
    </w:r>
    <w:r w:rsidR="002E2AED">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9C42B" w14:textId="77777777" w:rsidR="007550BA" w:rsidRDefault="00755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AF9D7" w14:textId="77777777" w:rsidR="0017083D" w:rsidRDefault="0017083D" w:rsidP="00002906">
      <w:r>
        <w:separator/>
      </w:r>
    </w:p>
  </w:footnote>
  <w:footnote w:type="continuationSeparator" w:id="0">
    <w:p w14:paraId="1CFBBE6A" w14:textId="77777777" w:rsidR="0017083D" w:rsidRDefault="0017083D"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85F38" w14:textId="77777777" w:rsidR="007550BA" w:rsidRDefault="00755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4B7A" w14:textId="77777777" w:rsidR="00073774" w:rsidRDefault="00DA7976">
    <w:pPr>
      <w:pStyle w:val="Header"/>
    </w:pPr>
    <w:r>
      <w:rPr>
        <w:noProof/>
        <w:lang w:val="nb-NO" w:eastAsia="nb-NO"/>
      </w:rPr>
      <w:drawing>
        <wp:inline distT="0" distB="0" distL="0" distR="0" wp14:anchorId="4427846B" wp14:editId="3B0FCA0C">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9FDD" w14:textId="77777777" w:rsidR="007550BA" w:rsidRDefault="00755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D4D0E4D"/>
    <w:multiLevelType w:val="hybridMultilevel"/>
    <w:tmpl w:val="C8F2A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057D9E"/>
    <w:multiLevelType w:val="hybridMultilevel"/>
    <w:tmpl w:val="C444E46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4"/>
  </w:num>
  <w:num w:numId="6">
    <w:abstractNumId w:val="12"/>
  </w:num>
  <w:num w:numId="7">
    <w:abstractNumId w:val="8"/>
  </w:num>
  <w:num w:numId="8">
    <w:abstractNumId w:val="0"/>
  </w:num>
  <w:num w:numId="9">
    <w:abstractNumId w:val="3"/>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9"/>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764A4"/>
    <w:rsid w:val="00084501"/>
    <w:rsid w:val="00090DFD"/>
    <w:rsid w:val="000A0965"/>
    <w:rsid w:val="000A5A01"/>
    <w:rsid w:val="00101634"/>
    <w:rsid w:val="00135447"/>
    <w:rsid w:val="00151D00"/>
    <w:rsid w:val="00152273"/>
    <w:rsid w:val="001577BB"/>
    <w:rsid w:val="0017083D"/>
    <w:rsid w:val="00190FDA"/>
    <w:rsid w:val="001A654A"/>
    <w:rsid w:val="001B2748"/>
    <w:rsid w:val="001C74CF"/>
    <w:rsid w:val="001F1799"/>
    <w:rsid w:val="001F51EB"/>
    <w:rsid w:val="00207C2A"/>
    <w:rsid w:val="00213863"/>
    <w:rsid w:val="0025258A"/>
    <w:rsid w:val="0027404C"/>
    <w:rsid w:val="00285924"/>
    <w:rsid w:val="002A1F3C"/>
    <w:rsid w:val="002E2AED"/>
    <w:rsid w:val="002F46A6"/>
    <w:rsid w:val="00327DEC"/>
    <w:rsid w:val="003942FF"/>
    <w:rsid w:val="0039583C"/>
    <w:rsid w:val="003D55DD"/>
    <w:rsid w:val="003E1831"/>
    <w:rsid w:val="003E19E8"/>
    <w:rsid w:val="00424954"/>
    <w:rsid w:val="00445F89"/>
    <w:rsid w:val="00480AC4"/>
    <w:rsid w:val="00484B6B"/>
    <w:rsid w:val="004A1B46"/>
    <w:rsid w:val="004C1386"/>
    <w:rsid w:val="004C220D"/>
    <w:rsid w:val="004D28CB"/>
    <w:rsid w:val="00504D19"/>
    <w:rsid w:val="00564DF3"/>
    <w:rsid w:val="005D05AC"/>
    <w:rsid w:val="005D36E2"/>
    <w:rsid w:val="0062780E"/>
    <w:rsid w:val="00630F7F"/>
    <w:rsid w:val="00637147"/>
    <w:rsid w:val="0064435F"/>
    <w:rsid w:val="0068423B"/>
    <w:rsid w:val="006A4303"/>
    <w:rsid w:val="006D470F"/>
    <w:rsid w:val="006E5DAB"/>
    <w:rsid w:val="006E69E2"/>
    <w:rsid w:val="007112B6"/>
    <w:rsid w:val="00727E88"/>
    <w:rsid w:val="007550BA"/>
    <w:rsid w:val="00775878"/>
    <w:rsid w:val="007868E5"/>
    <w:rsid w:val="007D7D3D"/>
    <w:rsid w:val="007F695A"/>
    <w:rsid w:val="0080092C"/>
    <w:rsid w:val="00803785"/>
    <w:rsid w:val="0084344C"/>
    <w:rsid w:val="00872453"/>
    <w:rsid w:val="00884CE0"/>
    <w:rsid w:val="008A01C4"/>
    <w:rsid w:val="008F02A0"/>
    <w:rsid w:val="008F13DD"/>
    <w:rsid w:val="00902AA4"/>
    <w:rsid w:val="00917084"/>
    <w:rsid w:val="00960B9E"/>
    <w:rsid w:val="009829D6"/>
    <w:rsid w:val="009A644A"/>
    <w:rsid w:val="009B31F7"/>
    <w:rsid w:val="009F3B6C"/>
    <w:rsid w:val="009F5C36"/>
    <w:rsid w:val="00A2186F"/>
    <w:rsid w:val="00A27F12"/>
    <w:rsid w:val="00A30579"/>
    <w:rsid w:val="00A7442F"/>
    <w:rsid w:val="00AA76C0"/>
    <w:rsid w:val="00AC0A0B"/>
    <w:rsid w:val="00AD4CDE"/>
    <w:rsid w:val="00AF24EF"/>
    <w:rsid w:val="00B077EC"/>
    <w:rsid w:val="00B10C75"/>
    <w:rsid w:val="00B15B24"/>
    <w:rsid w:val="00B20156"/>
    <w:rsid w:val="00B428DA"/>
    <w:rsid w:val="00B71C17"/>
    <w:rsid w:val="00B8247E"/>
    <w:rsid w:val="00BB4890"/>
    <w:rsid w:val="00BE56DF"/>
    <w:rsid w:val="00C14A14"/>
    <w:rsid w:val="00C342CA"/>
    <w:rsid w:val="00C530ED"/>
    <w:rsid w:val="00CA04AF"/>
    <w:rsid w:val="00CA72C5"/>
    <w:rsid w:val="00CB49F7"/>
    <w:rsid w:val="00CD25B3"/>
    <w:rsid w:val="00CF3661"/>
    <w:rsid w:val="00D42058"/>
    <w:rsid w:val="00D50554"/>
    <w:rsid w:val="00D52745"/>
    <w:rsid w:val="00D6091B"/>
    <w:rsid w:val="00DA7976"/>
    <w:rsid w:val="00DF6448"/>
    <w:rsid w:val="00E24DBE"/>
    <w:rsid w:val="00E401AE"/>
    <w:rsid w:val="00E41E3D"/>
    <w:rsid w:val="00E66034"/>
    <w:rsid w:val="00E93C9B"/>
    <w:rsid w:val="00EC7D1B"/>
    <w:rsid w:val="00EE3F2F"/>
    <w:rsid w:val="00F12F33"/>
    <w:rsid w:val="00F151E1"/>
    <w:rsid w:val="00F332C9"/>
    <w:rsid w:val="00F55C31"/>
    <w:rsid w:val="00F73F78"/>
    <w:rsid w:val="00F7422C"/>
    <w:rsid w:val="00F837D6"/>
    <w:rsid w:val="00F87CCA"/>
    <w:rsid w:val="00FA5842"/>
    <w:rsid w:val="00FA6769"/>
    <w:rsid w:val="00FC3E26"/>
    <w:rsid w:val="00FD03C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16984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 w:type="paragraph" w:styleId="ListParagraph">
    <w:name w:val="List Paragraph"/>
    <w:basedOn w:val="Normal"/>
    <w:uiPriority w:val="34"/>
    <w:rsid w:val="00564D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 w:id="1257250474">
      <w:bodyDiv w:val="1"/>
      <w:marLeft w:val="0"/>
      <w:marRight w:val="0"/>
      <w:marTop w:val="0"/>
      <w:marBottom w:val="0"/>
      <w:divBdr>
        <w:top w:val="none" w:sz="0" w:space="0" w:color="auto"/>
        <w:left w:val="none" w:sz="0" w:space="0" w:color="auto"/>
        <w:bottom w:val="none" w:sz="0" w:space="0" w:color="auto"/>
        <w:right w:val="none" w:sz="0" w:space="0" w:color="auto"/>
      </w:divBdr>
    </w:div>
    <w:div w:id="2049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9D35C-ADE5-494D-813F-8DD0129A50D6}">
  <ds:schemaRefs>
    <ds:schemaRef ds:uri="http://schemas.microsoft.com/sharepoint/v3/contenttype/forms"/>
  </ds:schemaRefs>
</ds:datastoreItem>
</file>

<file path=customXml/itemProps2.xml><?xml version="1.0" encoding="utf-8"?>
<ds:datastoreItem xmlns:ds="http://schemas.openxmlformats.org/officeDocument/2006/customXml" ds:itemID="{0C2F44D9-5D7F-4AB8-88C0-55B2714D2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272</Words>
  <Characters>1554</Characters>
  <Application>Microsoft Office Word</Application>
  <DocSecurity>0</DocSecurity>
  <Lines>12</Lines>
  <Paragraphs>3</Paragraphs>
  <ScaleCrop>false</ScaleCrop>
  <HeadingPairs>
    <vt:vector size="6" baseType="variant">
      <vt:variant>
        <vt:lpstr>Tittel</vt:lpstr>
      </vt:variant>
      <vt:variant>
        <vt:i4>1</vt:i4>
      </vt:variant>
      <vt:variant>
        <vt:lpstr>Title</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3</cp:revision>
  <cp:lastPrinted>2006-10-19T10:49:00Z</cp:lastPrinted>
  <dcterms:created xsi:type="dcterms:W3CDTF">2021-10-27T07:09:00Z</dcterms:created>
  <dcterms:modified xsi:type="dcterms:W3CDTF">2022-02-08T11:25:00Z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y fmtid="{D5CDD505-2E9C-101B-9397-08002B2CF9AE}" pid="4" name="MSIP_Label_1bfb733f-faef-464c-9b6d-731b56f94973_Enabled">
    <vt:lpwstr>true</vt:lpwstr>
  </property>
  <property fmtid="{D5CDD505-2E9C-101B-9397-08002B2CF9AE}" pid="5" name="MSIP_Label_1bfb733f-faef-464c-9b6d-731b56f94973_SetDate">
    <vt:lpwstr>2021-10-25T14:41:04Z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52ac55e5-c875-459d-8da2-0000af1e8f57</vt:lpwstr>
  </property>
</Properties>
</file>